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E94D7F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0D4EBEA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20F4EB61" w14:textId="77777777" w:rsidR="00602C9C" w:rsidRDefault="002C2B79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011048D7" wp14:editId="0BB3BD14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6B27D" w14:textId="77777777" w:rsidR="00602C9C" w:rsidRDefault="00602C9C" w:rsidP="006C4338">
      <w:pPr>
        <w:tabs>
          <w:tab w:val="left" w:pos="851"/>
        </w:tabs>
      </w:pPr>
    </w:p>
    <w:p w14:paraId="092A65D7" w14:textId="77777777" w:rsidR="004F0A9E" w:rsidRDefault="004F0A9E" w:rsidP="006C4338">
      <w:pPr>
        <w:tabs>
          <w:tab w:val="left" w:pos="851"/>
        </w:tabs>
      </w:pPr>
    </w:p>
    <w:p w14:paraId="3A91A978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6DDB871D" w14:textId="77777777" w:rsidTr="000A6166">
        <w:tc>
          <w:tcPr>
            <w:tcW w:w="7479" w:type="dxa"/>
            <w:shd w:val="clear" w:color="auto" w:fill="66CCFF"/>
            <w:vAlign w:val="center"/>
          </w:tcPr>
          <w:p w14:paraId="011F3B90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263CA40F" w14:textId="77777777" w:rsidR="003D7D9D" w:rsidRDefault="003D7D9D" w:rsidP="003D7D9D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LETTRE DE CANDIDATURE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(DC1)</w:t>
            </w:r>
          </w:p>
          <w:p w14:paraId="7F6E9562" w14:textId="15C5EC0C" w:rsidR="003D7D9D" w:rsidRPr="003D7D9D" w:rsidRDefault="003D7D9D" w:rsidP="003D7D9D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proofErr w:type="gramStart"/>
            <w:r>
              <w:rPr>
                <w:rFonts w:ascii="Calibri" w:hAnsi="Calibri" w:cs="Calibri"/>
                <w:b/>
                <w:sz w:val="28"/>
                <w:szCs w:val="28"/>
              </w:rPr>
              <w:t>pour</w:t>
            </w:r>
            <w:proofErr w:type="gramEnd"/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la </w:t>
            </w:r>
            <w:r w:rsidRPr="005D7CAB">
              <w:rPr>
                <w:rFonts w:ascii="Calibri" w:hAnsi="Calibri" w:cs="Calibri"/>
                <w:b/>
                <w:sz w:val="28"/>
                <w:szCs w:val="28"/>
              </w:rPr>
              <w:t>consultation n°20</w:t>
            </w:r>
            <w:r w:rsidR="005D7CAB" w:rsidRPr="005D7CAB">
              <w:rPr>
                <w:rFonts w:ascii="Calibri" w:hAnsi="Calibri" w:cs="Calibri"/>
                <w:b/>
                <w:sz w:val="28"/>
                <w:szCs w:val="28"/>
              </w:rPr>
              <w:t>26</w:t>
            </w:r>
            <w:r w:rsidRPr="005D7CAB">
              <w:rPr>
                <w:rFonts w:ascii="Calibri" w:hAnsi="Calibri" w:cs="Calibri"/>
                <w:b/>
                <w:sz w:val="28"/>
                <w:szCs w:val="28"/>
              </w:rPr>
              <w:t>DG</w:t>
            </w:r>
            <w:r w:rsidR="005D7CAB" w:rsidRPr="005D7CAB">
              <w:rPr>
                <w:rFonts w:ascii="Calibri" w:hAnsi="Calibri" w:cs="Calibri"/>
                <w:b/>
                <w:sz w:val="28"/>
                <w:szCs w:val="28"/>
              </w:rPr>
              <w:t>18</w:t>
            </w:r>
          </w:p>
          <w:p w14:paraId="5065D64F" w14:textId="77777777" w:rsidR="00602C9C" w:rsidRPr="004A1FD4" w:rsidRDefault="003D7D9D" w:rsidP="004F0A9E">
            <w:pPr>
              <w:spacing w:after="200"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DESIGNATION DU MANDATAIRE PAR SES CO-TRAITANTS</w:t>
            </w:r>
          </w:p>
        </w:tc>
      </w:tr>
    </w:tbl>
    <w:p w14:paraId="19DB4B63" w14:textId="77777777" w:rsidR="00602C9C" w:rsidRDefault="00602C9C" w:rsidP="006C4338">
      <w:pPr>
        <w:tabs>
          <w:tab w:val="left" w:pos="851"/>
        </w:tabs>
      </w:pPr>
    </w:p>
    <w:p w14:paraId="0CE7E584" w14:textId="77777777" w:rsidR="00602C9C" w:rsidRDefault="00602C9C" w:rsidP="006C4338">
      <w:pPr>
        <w:tabs>
          <w:tab w:val="left" w:pos="851"/>
        </w:tabs>
      </w:pPr>
    </w:p>
    <w:p w14:paraId="375CB68C" w14:textId="77777777" w:rsidR="00602C9C" w:rsidRDefault="00602C9C" w:rsidP="006C4338">
      <w:pPr>
        <w:tabs>
          <w:tab w:val="left" w:pos="851"/>
        </w:tabs>
      </w:pPr>
    </w:p>
    <w:p w14:paraId="7AD3D82C" w14:textId="77777777" w:rsidR="00602C9C" w:rsidRDefault="00602C9C" w:rsidP="006C4338">
      <w:pPr>
        <w:tabs>
          <w:tab w:val="left" w:pos="851"/>
        </w:tabs>
      </w:pPr>
    </w:p>
    <w:p w14:paraId="2C18FC7B" w14:textId="77777777" w:rsidR="00602C9C" w:rsidRDefault="00602C9C" w:rsidP="006C4338">
      <w:pPr>
        <w:tabs>
          <w:tab w:val="left" w:pos="851"/>
        </w:tabs>
      </w:pPr>
    </w:p>
    <w:p w14:paraId="559AD51F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FEEE951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B79A735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51093D8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6804750C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E0B3450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5EE2AA91" w14:textId="77777777" w:rsidR="003D7D9D" w:rsidRDefault="003D7D9D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38B65DC9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Le formulaire DC1 est un modèle de lettre de candidature, qui peut être utilisé par les candidats aux marchés publics (marchés ou accords-cadres) pour présenter leur candidature.</w:t>
      </w:r>
    </w:p>
    <w:p w14:paraId="4738AB15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En cas d’allotissement, ce document peut être commun à plusieurs lots.</w:t>
      </w:r>
    </w:p>
    <w:p w14:paraId="64080DE8" w14:textId="77777777" w:rsidR="003D7D9D" w:rsidRPr="0064521D" w:rsidRDefault="003D7D9D" w:rsidP="003D7D9D">
      <w:pPr>
        <w:rPr>
          <w:rFonts w:ascii="Calibri" w:hAnsi="Calibri" w:cs="Calibri"/>
          <w:sz w:val="18"/>
          <w:szCs w:val="18"/>
        </w:rPr>
      </w:pPr>
    </w:p>
    <w:p w14:paraId="240A6FD9" w14:textId="77777777" w:rsidR="003D7D9D" w:rsidRPr="0064521D" w:rsidRDefault="003D7D9D" w:rsidP="003D7D9D">
      <w:pPr>
        <w:keepNext/>
        <w:numPr>
          <w:ilvl w:val="7"/>
          <w:numId w:val="1"/>
        </w:numPr>
        <w:tabs>
          <w:tab w:val="right" w:pos="9639"/>
        </w:tabs>
        <w:ind w:left="0" w:firstLine="0"/>
        <w:jc w:val="both"/>
        <w:outlineLvl w:val="7"/>
        <w:rPr>
          <w:rFonts w:ascii="Calibri" w:hAnsi="Calibri" w:cs="Calibri"/>
          <w:bCs/>
          <w:i/>
          <w:sz w:val="18"/>
          <w:szCs w:val="18"/>
        </w:rPr>
      </w:pPr>
      <w:r w:rsidRPr="0064521D">
        <w:rPr>
          <w:rFonts w:ascii="Calibri" w:hAnsi="Calibri" w:cs="Calibri"/>
          <w:bCs/>
          <w:i/>
          <w:sz w:val="18"/>
          <w:szCs w:val="18"/>
        </w:rPr>
        <w:t>En cas de candidature groupée, chaque membre du groupement renseigne le formulaire, et produit les renseignements ou documents demandés par l’acheteur (formulaire DC2).</w:t>
      </w:r>
    </w:p>
    <w:p w14:paraId="3F71A742" w14:textId="77777777" w:rsidR="004F0A9E" w:rsidRPr="0064521D" w:rsidRDefault="004F0A9E" w:rsidP="003D7D9D">
      <w:pPr>
        <w:rPr>
          <w:rFonts w:ascii="Calibri" w:hAnsi="Calibri" w:cs="Calibri"/>
          <w:sz w:val="18"/>
          <w:szCs w:val="18"/>
        </w:rPr>
      </w:pPr>
    </w:p>
    <w:p w14:paraId="062A5723" w14:textId="77777777" w:rsidR="00FE48C9" w:rsidRPr="0008002A" w:rsidRDefault="00FE48C9" w:rsidP="005846FB">
      <w:pPr>
        <w:pStyle w:val="Corpsdetexte31"/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1C8887C7" w14:textId="77777777">
        <w:tc>
          <w:tcPr>
            <w:tcW w:w="10277" w:type="dxa"/>
            <w:shd w:val="clear" w:color="auto" w:fill="66CCFF"/>
          </w:tcPr>
          <w:p w14:paraId="215D8A1F" w14:textId="77777777" w:rsidR="009B1CD0" w:rsidRPr="0008002A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A - </w:t>
            </w:r>
            <w:r w:rsidR="004534E8" w:rsidRPr="0008002A">
              <w:rPr>
                <w:rFonts w:ascii="Calibri" w:hAnsi="Calibri" w:cs="Calibri"/>
                <w:b/>
                <w:sz w:val="22"/>
                <w:szCs w:val="22"/>
              </w:rPr>
              <w:t>Identification de l’acheteur</w:t>
            </w:r>
          </w:p>
        </w:tc>
      </w:tr>
    </w:tbl>
    <w:p w14:paraId="3CCD9FD4" w14:textId="77777777" w:rsidR="009B1CD0" w:rsidRPr="0008002A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37796D3F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b/>
          <w:sz w:val="22"/>
          <w:szCs w:val="22"/>
        </w:rPr>
      </w:pPr>
      <w:r w:rsidRPr="0008002A">
        <w:rPr>
          <w:rFonts w:ascii="Calibri" w:hAnsi="Calibri" w:cs="Calibri"/>
          <w:b/>
          <w:sz w:val="22"/>
          <w:szCs w:val="22"/>
        </w:rPr>
        <w:t>Centre National d’Enseignement à Distance (Cned) - Direction générale</w:t>
      </w:r>
    </w:p>
    <w:p w14:paraId="4860CC93" w14:textId="77777777" w:rsidR="00002836" w:rsidRPr="00002836" w:rsidRDefault="00002836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02836">
        <w:rPr>
          <w:rFonts w:ascii="Calibri" w:hAnsi="Calibri" w:cs="Calibri"/>
          <w:sz w:val="22"/>
          <w:szCs w:val="22"/>
        </w:rPr>
        <w:t>Téléport 2 – Site du Futuroscope</w:t>
      </w:r>
    </w:p>
    <w:p w14:paraId="4494F034" w14:textId="77777777" w:rsidR="00002836" w:rsidRDefault="00002836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02836">
        <w:rPr>
          <w:rFonts w:ascii="Calibri" w:hAnsi="Calibri" w:cs="Calibri"/>
          <w:sz w:val="22"/>
          <w:szCs w:val="22"/>
        </w:rPr>
        <w:t>2 boulevard Nicéphore Niepce - CS 80300</w:t>
      </w:r>
    </w:p>
    <w:p w14:paraId="20CFDBB3" w14:textId="77777777" w:rsidR="0008002A" w:rsidRPr="0008002A" w:rsidRDefault="0008002A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86963 FUTUROSCOPE CEDEX </w:t>
      </w:r>
    </w:p>
    <w:p w14:paraId="612C2F94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72A1A87" w14:textId="77777777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Téléphone : 05.49.49.34.00 - courriel : </w:t>
      </w:r>
      <w:hyperlink r:id="rId9" w:history="1">
        <w:r w:rsidRPr="0008002A">
          <w:rPr>
            <w:rFonts w:ascii="Calibri" w:hAnsi="Calibri" w:cs="Calibri"/>
            <w:color w:val="0000FF"/>
            <w:sz w:val="22"/>
            <w:szCs w:val="22"/>
            <w:u w:val="single"/>
          </w:rPr>
          <w:t>marches-publics@ac-cned.fr</w:t>
        </w:r>
      </w:hyperlink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25489E1D" w14:textId="77777777" w:rsidR="00323B3F" w:rsidRDefault="00323B3F" w:rsidP="0008002A">
      <w:pPr>
        <w:rPr>
          <w:rFonts w:ascii="Calibri" w:hAnsi="Calibri" w:cs="Calibri"/>
          <w:sz w:val="22"/>
          <w:szCs w:val="22"/>
        </w:rPr>
      </w:pPr>
    </w:p>
    <w:p w14:paraId="6DE675C1" w14:textId="77777777" w:rsidR="005546A9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6AEDF6C3" w14:textId="77777777">
        <w:tc>
          <w:tcPr>
            <w:tcW w:w="10277" w:type="dxa"/>
            <w:shd w:val="clear" w:color="auto" w:fill="66CCFF"/>
          </w:tcPr>
          <w:p w14:paraId="3D40684C" w14:textId="77777777" w:rsidR="009B1CD0" w:rsidRPr="0008002A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B - </w:t>
            </w:r>
            <w:r w:rsidR="00A40C95" w:rsidRPr="00A40C95">
              <w:rPr>
                <w:rFonts w:ascii="Calibri" w:hAnsi="Calibri" w:cs="Calibri"/>
                <w:b/>
                <w:sz w:val="22"/>
                <w:szCs w:val="22"/>
              </w:rPr>
              <w:t>Objet de la consultation</w:t>
            </w:r>
          </w:p>
        </w:tc>
      </w:tr>
    </w:tbl>
    <w:p w14:paraId="462077CC" w14:textId="77777777" w:rsidR="009B1CD0" w:rsidRPr="0008002A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6A0A8BF" w14:textId="25947D87" w:rsidR="00A40C95" w:rsidRPr="00A40C95" w:rsidRDefault="00A40C95" w:rsidP="00A40C9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40C95">
        <w:rPr>
          <w:rFonts w:ascii="Calibri" w:hAnsi="Calibri" w:cs="Calibri"/>
          <w:b/>
          <w:bCs/>
          <w:sz w:val="22"/>
          <w:szCs w:val="22"/>
        </w:rPr>
        <w:t>Marché n°20</w:t>
      </w:r>
      <w:r w:rsidR="005D7CAB">
        <w:rPr>
          <w:rFonts w:ascii="Calibri" w:hAnsi="Calibri" w:cs="Calibri"/>
          <w:b/>
          <w:bCs/>
          <w:sz w:val="22"/>
          <w:szCs w:val="22"/>
        </w:rPr>
        <w:t>26</w:t>
      </w:r>
      <w:r w:rsidRPr="00A40C95">
        <w:rPr>
          <w:rFonts w:ascii="Calibri" w:hAnsi="Calibri" w:cs="Calibri"/>
          <w:b/>
          <w:bCs/>
          <w:sz w:val="22"/>
          <w:szCs w:val="22"/>
        </w:rPr>
        <w:t>DG</w:t>
      </w:r>
      <w:r w:rsidR="005D7CAB">
        <w:rPr>
          <w:rFonts w:ascii="Calibri" w:hAnsi="Calibri" w:cs="Calibri"/>
          <w:b/>
          <w:bCs/>
          <w:sz w:val="22"/>
          <w:szCs w:val="22"/>
        </w:rPr>
        <w:t>18</w:t>
      </w:r>
      <w:r w:rsidRPr="00A40C95">
        <w:rPr>
          <w:rFonts w:ascii="Calibri" w:hAnsi="Calibri" w:cs="Calibri"/>
          <w:b/>
          <w:bCs/>
          <w:sz w:val="22"/>
          <w:szCs w:val="22"/>
        </w:rPr>
        <w:t xml:space="preserve"> relatif à </w:t>
      </w:r>
      <w:r w:rsidR="005D7CAB">
        <w:rPr>
          <w:rFonts w:ascii="Calibri" w:hAnsi="Calibri" w:cs="Calibri"/>
          <w:b/>
          <w:bCs/>
          <w:sz w:val="22"/>
          <w:szCs w:val="22"/>
        </w:rPr>
        <w:t>une p</w:t>
      </w:r>
      <w:r w:rsidR="005D7CAB" w:rsidRPr="005D7CAB">
        <w:rPr>
          <w:rFonts w:ascii="Calibri" w:hAnsi="Calibri" w:cs="Calibri"/>
          <w:b/>
          <w:bCs/>
          <w:sz w:val="22"/>
          <w:szCs w:val="22"/>
        </w:rPr>
        <w:t>restation d’expertise indépendante d’une solution de vote électronique pour les élections CA/CO du Cned</w:t>
      </w:r>
    </w:p>
    <w:p w14:paraId="40793E65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065B872E" w14:textId="77777777" w:rsidR="001C2F73" w:rsidRPr="0008002A" w:rsidRDefault="001C2F73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239216E1" w14:textId="77777777">
        <w:tc>
          <w:tcPr>
            <w:tcW w:w="10277" w:type="dxa"/>
            <w:shd w:val="clear" w:color="auto" w:fill="66CCFF"/>
          </w:tcPr>
          <w:p w14:paraId="005DA510" w14:textId="73D59F41" w:rsidR="009B1CD0" w:rsidRPr="0008002A" w:rsidRDefault="008B2A38" w:rsidP="006B50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br w:type="page"/>
            </w:r>
            <w:r w:rsidR="000A4485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="009B1CD0"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</w:t>
            </w:r>
            <w:r w:rsidR="008A5426" w:rsidRPr="008A5426">
              <w:rPr>
                <w:rFonts w:ascii="Calibri" w:hAnsi="Calibri" w:cs="Calibri"/>
                <w:b/>
                <w:bCs/>
                <w:sz w:val="22"/>
                <w:szCs w:val="22"/>
              </w:rPr>
              <w:t>Présentation du candidat</w:t>
            </w:r>
          </w:p>
        </w:tc>
      </w:tr>
    </w:tbl>
    <w:p w14:paraId="368474D5" w14:textId="77777777" w:rsidR="009B1CD0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282CEFF" w14:textId="77777777" w:rsidR="008A5426" w:rsidRPr="0064521D" w:rsidRDefault="008A5426" w:rsidP="008A5426">
      <w:pPr>
        <w:rPr>
          <w:rFonts w:ascii="Calibri" w:hAnsi="Calibri" w:cs="Calibri"/>
          <w:sz w:val="18"/>
          <w:szCs w:val="18"/>
        </w:rPr>
      </w:pPr>
      <w:r w:rsidRPr="0064521D">
        <w:rPr>
          <w:rFonts w:ascii="Calibri" w:hAnsi="Calibri" w:cs="Calibri"/>
          <w:i/>
          <w:sz w:val="18"/>
          <w:szCs w:val="18"/>
        </w:rPr>
        <w:t>(Cocher la case correspondante)</w:t>
      </w:r>
    </w:p>
    <w:p w14:paraId="3F4BC848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94F3C1C" w14:textId="77777777" w:rsidR="000E7C68" w:rsidRPr="005F4367" w:rsidRDefault="000E7C68" w:rsidP="000E7C68">
      <w:pPr>
        <w:ind w:left="567"/>
        <w:rPr>
          <w:rFonts w:ascii="Calibri" w:hAnsi="Calibri" w:cs="Calibri"/>
          <w:b/>
          <w:bCs/>
          <w:i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se présente seul :</w:t>
      </w:r>
    </w:p>
    <w:p w14:paraId="4FC1E2BA" w14:textId="77777777" w:rsidR="00605982" w:rsidRDefault="00605982" w:rsidP="00605982">
      <w:pPr>
        <w:tabs>
          <w:tab w:val="center" w:pos="709"/>
          <w:tab w:val="right" w:pos="9072"/>
        </w:tabs>
        <w:rPr>
          <w:rFonts w:ascii="Arial" w:hAnsi="Arial" w:cs="Arial"/>
        </w:rPr>
      </w:pPr>
      <w:bookmarkStart w:id="0" w:name="_Hlk208415565"/>
    </w:p>
    <w:p w14:paraId="5C23CA44" w14:textId="77777777" w:rsidR="000E7C68" w:rsidRDefault="000E7C68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>Nom commercial et dénomination sociale de l’unité ou de l’établissement qui exécutera la prestation :</w:t>
      </w:r>
    </w:p>
    <w:p w14:paraId="64138498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BD298A7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9372BEA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49C8368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369E6A0" w14:textId="77777777" w:rsidR="00605982" w:rsidRDefault="00605982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proofErr w:type="gramStart"/>
      <w:r w:rsidRPr="00605982">
        <w:rPr>
          <w:rFonts w:ascii="Calibri" w:hAnsi="Calibri" w:cs="Calibri"/>
          <w:sz w:val="22"/>
          <w:szCs w:val="22"/>
        </w:rPr>
        <w:t>Adresses postale</w:t>
      </w:r>
      <w:proofErr w:type="gramEnd"/>
      <w:r w:rsidRPr="00605982">
        <w:rPr>
          <w:rFonts w:ascii="Calibri" w:hAnsi="Calibri" w:cs="Calibri"/>
          <w:sz w:val="22"/>
          <w:szCs w:val="22"/>
        </w:rPr>
        <w:t xml:space="preserve"> et du siège social</w:t>
      </w:r>
      <w:r w:rsidRPr="00776831">
        <w:rPr>
          <w:rFonts w:ascii="Calibri" w:hAnsi="Calibri" w:cs="Calibri"/>
          <w:sz w:val="22"/>
          <w:szCs w:val="22"/>
        </w:rPr>
        <w:t xml:space="preserve"> </w:t>
      </w:r>
      <w:r w:rsidRPr="00776831">
        <w:rPr>
          <w:rFonts w:ascii="Calibri" w:hAnsi="Calibri" w:cs="Calibri"/>
          <w:i/>
          <w:iCs/>
          <w:sz w:val="22"/>
          <w:szCs w:val="22"/>
        </w:rPr>
        <w:t>(si elle est différente de l’adresse postale)</w:t>
      </w:r>
      <w:r w:rsidRPr="00776831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:</w:t>
      </w:r>
    </w:p>
    <w:p w14:paraId="20C16AA8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7258367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52ECE20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FA674F2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FE14128" w14:textId="77777777" w:rsidR="00605982" w:rsidRDefault="00F53427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Adresse électronique</w:t>
      </w:r>
      <w:r w:rsidR="00605982" w:rsidRPr="00605982">
        <w:rPr>
          <w:rFonts w:ascii="Calibri" w:hAnsi="Calibri" w:cs="Calibri"/>
          <w:sz w:val="22"/>
          <w:szCs w:val="22"/>
        </w:rPr>
        <w:t xml:space="preserve"> :</w:t>
      </w:r>
    </w:p>
    <w:p w14:paraId="4F8D5BD2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D085B48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4A2CABF" w14:textId="77777777" w:rsidR="00F53427" w:rsidRDefault="00F5342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448E950" w14:textId="77777777" w:rsidR="00F53427" w:rsidRDefault="00F53427" w:rsidP="00F53427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605982">
        <w:rPr>
          <w:rFonts w:ascii="Calibri" w:hAnsi="Calibri" w:cs="Calibri"/>
          <w:sz w:val="22"/>
          <w:szCs w:val="22"/>
        </w:rPr>
        <w:t>Numéro de téléphone :</w:t>
      </w:r>
    </w:p>
    <w:p w14:paraId="6C2B796D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ADE42DB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BB7B9EE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264A84A" w14:textId="77777777" w:rsidR="00605982" w:rsidRDefault="00605982" w:rsidP="00A148B0">
      <w:pPr>
        <w:numPr>
          <w:ilvl w:val="0"/>
          <w:numId w:val="12"/>
        </w:num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0" w:history="1">
        <w:r w:rsidRPr="000E7C68">
          <w:rPr>
            <w:rFonts w:ascii="Calibri" w:hAnsi="Calibri" w:cs="Calibri"/>
            <w:color w:val="0000FF"/>
            <w:sz w:val="22"/>
            <w:szCs w:val="22"/>
            <w:u w:val="single"/>
          </w:rPr>
          <w:t>ICD</w:t>
        </w:r>
      </w:hyperlink>
      <w:r>
        <w:rPr>
          <w:rFonts w:ascii="Calibri" w:hAnsi="Calibri" w:cs="Calibri"/>
          <w:sz w:val="22"/>
          <w:szCs w:val="22"/>
        </w:rPr>
        <w:t xml:space="preserve"> : </w:t>
      </w:r>
    </w:p>
    <w:p w14:paraId="1A990E01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CBAFE39" w14:textId="77777777" w:rsidR="000E7C68" w:rsidRDefault="000E7C68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bookmarkEnd w:id="0"/>
    <w:p w14:paraId="2CB7C3F3" w14:textId="77777777" w:rsidR="00053087" w:rsidRPr="000E7C68" w:rsidRDefault="00053087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0E502D8" w14:textId="77777777" w:rsidR="00605982" w:rsidRPr="000E7C68" w:rsidRDefault="00605982" w:rsidP="000E7C68">
      <w:pPr>
        <w:rPr>
          <w:rFonts w:ascii="Calibri" w:hAnsi="Calibri" w:cs="Calibri"/>
          <w:sz w:val="22"/>
          <w:szCs w:val="22"/>
        </w:rPr>
      </w:pPr>
    </w:p>
    <w:p w14:paraId="0CAAC97A" w14:textId="77777777" w:rsidR="000E7C68" w:rsidRPr="005F4367" w:rsidRDefault="000E7C68" w:rsidP="000E7C68">
      <w:pPr>
        <w:ind w:firstLine="567"/>
        <w:rPr>
          <w:rFonts w:ascii="Calibri" w:hAnsi="Calibri" w:cs="Calibri"/>
          <w:b/>
          <w:bCs/>
          <w:iCs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est un groupement d’entreprises :</w:t>
      </w:r>
    </w:p>
    <w:p w14:paraId="0EFFF8DB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0CFAB17E" w14:textId="77777777" w:rsidR="000E7C68" w:rsidRPr="000E7C68" w:rsidRDefault="000E7C68" w:rsidP="005F4367">
      <w:pPr>
        <w:ind w:left="1134"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/>
          <w:iCs/>
          <w:sz w:val="22"/>
          <w:szCs w:val="22"/>
        </w:rPr>
        <w:t> </w:t>
      </w:r>
      <w:proofErr w:type="gramStart"/>
      <w:r w:rsidRPr="000E7C68">
        <w:rPr>
          <w:rFonts w:ascii="Calibri" w:hAnsi="Calibri" w:cs="Calibri"/>
          <w:sz w:val="22"/>
          <w:szCs w:val="22"/>
        </w:rPr>
        <w:t>conjoint</w:t>
      </w:r>
      <w:proofErr w:type="gramEnd"/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> </w:t>
      </w:r>
      <w:r w:rsidRPr="000E7C68">
        <w:rPr>
          <w:rFonts w:ascii="Calibri" w:hAnsi="Calibri" w:cs="Calibri"/>
          <w:sz w:val="22"/>
          <w:szCs w:val="22"/>
        </w:rPr>
        <w:t>solidaire</w:t>
      </w:r>
    </w:p>
    <w:p w14:paraId="0877F0A4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7C576A17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408DDC22" w14:textId="77777777" w:rsidR="000E7C68" w:rsidRPr="000E7C68" w:rsidRDefault="000E7C68" w:rsidP="00053087">
      <w:pPr>
        <w:ind w:firstLine="567"/>
        <w:rPr>
          <w:rFonts w:ascii="Calibri" w:hAnsi="Calibri" w:cs="Calibri"/>
          <w:iCs/>
          <w:sz w:val="22"/>
          <w:szCs w:val="22"/>
        </w:rPr>
      </w:pPr>
      <w:r w:rsidRPr="000E7C68">
        <w:rPr>
          <w:rFonts w:ascii="Calibri" w:hAnsi="Calibri" w:cs="Calibri"/>
          <w:bCs/>
          <w:sz w:val="22"/>
          <w:szCs w:val="22"/>
        </w:rPr>
        <w:t>En cas de</w:t>
      </w:r>
      <w:r w:rsidRPr="000E7C6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E7C68">
        <w:rPr>
          <w:rFonts w:ascii="Calibri" w:hAnsi="Calibri" w:cs="Calibri"/>
          <w:sz w:val="22"/>
          <w:szCs w:val="22"/>
        </w:rPr>
        <w:t>groupement conjoint, le mandataire est solidaire :</w:t>
      </w:r>
    </w:p>
    <w:p w14:paraId="1D42CDDC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26E02BAB" w14:textId="77777777" w:rsidR="000E7C68" w:rsidRPr="000E7C68" w:rsidRDefault="000E7C68" w:rsidP="00053087">
      <w:pPr>
        <w:ind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sz w:val="22"/>
          <w:szCs w:val="22"/>
        </w:rPr>
        <w:t xml:space="preserve"> Non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 xml:space="preserve"> Oui</w:t>
      </w:r>
    </w:p>
    <w:p w14:paraId="00F80230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45788E5B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CFA0543" w14:textId="77777777" w:rsidR="000E7C68" w:rsidRDefault="00053087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72555" w:rsidRPr="00772555" w14:paraId="0963B593" w14:textId="77777777" w:rsidTr="00CD2211">
        <w:tc>
          <w:tcPr>
            <w:tcW w:w="10490" w:type="dxa"/>
            <w:shd w:val="clear" w:color="auto" w:fill="66CCFF"/>
          </w:tcPr>
          <w:p w14:paraId="5EA8B63A" w14:textId="185DF482" w:rsidR="00772555" w:rsidRPr="00772555" w:rsidRDefault="000A4485" w:rsidP="0077255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D</w:t>
            </w:r>
            <w:r w:rsidR="00772555"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Identification des membres du groupement et répartition des prestations</w:t>
            </w:r>
          </w:p>
        </w:tc>
      </w:tr>
    </w:tbl>
    <w:p w14:paraId="51398E76" w14:textId="77777777" w:rsidR="00772555" w:rsidRPr="00772555" w:rsidRDefault="00772555" w:rsidP="00772555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772555">
        <w:rPr>
          <w:rFonts w:ascii="Calibri" w:hAnsi="Calibri" w:cs="Calibri"/>
          <w:i/>
          <w:iCs/>
          <w:sz w:val="22"/>
          <w:szCs w:val="22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</w:t>
      </w:r>
    </w:p>
    <w:p w14:paraId="281B1857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253"/>
      </w:tblGrid>
      <w:tr w:rsidR="00772555" w:rsidRPr="00772555" w14:paraId="72613CE3" w14:textId="77777777" w:rsidTr="000A6166">
        <w:trPr>
          <w:trHeight w:val="12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1826B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D752148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18A9BE7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N°</w:t>
            </w:r>
          </w:p>
          <w:p w14:paraId="3D8BB11A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du</w:t>
            </w:r>
            <w:proofErr w:type="gramEnd"/>
          </w:p>
          <w:p w14:paraId="33161787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Lot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15641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FA6EF00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Nom commercial et dénomination sociale, adresse de l’établissement (*),</w:t>
            </w:r>
          </w:p>
          <w:p w14:paraId="722BC8B6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adresse</w:t>
            </w:r>
            <w:proofErr w:type="gramEnd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 xml:space="preserve"> électronique, numéros de téléphone et de télécopie, numéro SIRET</w:t>
            </w:r>
          </w:p>
          <w:p w14:paraId="14BFD5BF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des</w:t>
            </w:r>
            <w:proofErr w:type="gramEnd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 xml:space="preserve"> membres du groupement (***)</w:t>
            </w:r>
          </w:p>
          <w:p w14:paraId="1E77BBF5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68FD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snapToGrid w:val="0"/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A329A96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>Prestations exécutées par les membres du groupement (**)</w:t>
            </w:r>
          </w:p>
        </w:tc>
      </w:tr>
      <w:tr w:rsidR="00772555" w:rsidRPr="00772555" w14:paraId="4F00EC99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1769CCD9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50E46863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658589B6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31667D3A" w14:textId="77777777" w:rsidTr="000A6166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1818F7B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126A6316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1125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20604CCB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43DEEA2B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59CA5421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420A4E07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60094684" w14:textId="77777777" w:rsidTr="00CD2211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96ED0F4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1B52E5E0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995EB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EE3103D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(*) Préciser l’adresse du siège social du membre du groupement si elle est différente de celle de l’établissement.</w:t>
      </w:r>
    </w:p>
    <w:p w14:paraId="47F2EFA4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(**) Pour les groupements conjoints. Lorsque la candidature est présentée sous forme de groupement solidaire, le renseignement de cette rubrique est inutile.</w:t>
      </w:r>
    </w:p>
    <w:p w14:paraId="4DE04D9B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 xml:space="preserve">(***) A défaut, un numéro d’identification européen ou international ou propre au pays d’origine du candidat issu d’un répertoire figurant dans la liste des </w:t>
      </w:r>
      <w:hyperlink r:id="rId11" w:history="1">
        <w:r w:rsidRPr="0064521D">
          <w:rPr>
            <w:rFonts w:ascii="Calibri" w:hAnsi="Calibri" w:cs="Calibri"/>
            <w:i/>
            <w:iCs/>
            <w:color w:val="0000FF"/>
            <w:sz w:val="18"/>
            <w:szCs w:val="18"/>
            <w:u w:val="single"/>
          </w:rPr>
          <w:t>ICD</w:t>
        </w:r>
      </w:hyperlink>
      <w:r w:rsidRPr="0064521D">
        <w:rPr>
          <w:rFonts w:ascii="Calibri" w:hAnsi="Calibri" w:cs="Calibri"/>
          <w:i/>
          <w:iCs/>
          <w:sz w:val="18"/>
          <w:szCs w:val="18"/>
        </w:rPr>
        <w:t>.</w:t>
      </w:r>
    </w:p>
    <w:p w14:paraId="310E03C8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p w14:paraId="01B3ECA5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E8A3960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47C80400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5F4E4299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585DD62D" w14:textId="77777777" w:rsidR="00204D1E" w:rsidRDefault="00204D1E" w:rsidP="001B563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204D1E" w:rsidRPr="00772555" w14:paraId="2D02BA63" w14:textId="77777777" w:rsidTr="00AC0E29">
        <w:tc>
          <w:tcPr>
            <w:tcW w:w="10490" w:type="dxa"/>
            <w:shd w:val="clear" w:color="auto" w:fill="66CCFF"/>
          </w:tcPr>
          <w:p w14:paraId="22EE5A16" w14:textId="46B7BF05" w:rsidR="00204D1E" w:rsidRPr="00772555" w:rsidRDefault="000A4485" w:rsidP="00AC0E2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E</w:t>
            </w:r>
            <w:r w:rsidR="00204D1E"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</w:t>
            </w:r>
            <w:r w:rsidR="00204D1E" w:rsidRPr="00204D1E">
              <w:rPr>
                <w:rFonts w:ascii="Calibri" w:hAnsi="Calibri" w:cs="Calibri"/>
                <w:b/>
                <w:bCs/>
                <w:sz w:val="22"/>
                <w:szCs w:val="22"/>
              </w:rPr>
              <w:t>Engagements du candidat individuel ou de chaque membre du groupement</w:t>
            </w:r>
          </w:p>
        </w:tc>
      </w:tr>
    </w:tbl>
    <w:p w14:paraId="5CB52AE0" w14:textId="77777777" w:rsidR="00D2186D" w:rsidRPr="00204D1E" w:rsidRDefault="00D2186D" w:rsidP="00D2186D">
      <w:pPr>
        <w:rPr>
          <w:rFonts w:ascii="Calibri" w:hAnsi="Calibri" w:cs="Calibri"/>
          <w:sz w:val="22"/>
          <w:szCs w:val="22"/>
        </w:rPr>
      </w:pPr>
    </w:p>
    <w:p w14:paraId="2D3AB515" w14:textId="77777777" w:rsidR="00204D1E" w:rsidRPr="001B5634" w:rsidRDefault="00204D1E" w:rsidP="00204D1E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B5634">
        <w:rPr>
          <w:rFonts w:ascii="Calibri" w:hAnsi="Calibri" w:cs="Calibri"/>
          <w:b/>
          <w:bCs/>
          <w:sz w:val="22"/>
          <w:szCs w:val="22"/>
        </w:rPr>
        <w:t xml:space="preserve">F1 - Exclusions de la procédure </w:t>
      </w:r>
    </w:p>
    <w:p w14:paraId="4041BB13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Le candidat individuel, ou chaque membre du groupement, déclare sur l’honneur ne pas entrer dans l’un des cas d’exclusion prévus aux </w:t>
      </w:r>
      <w:hyperlink r:id="rId12" w:history="1">
        <w:r w:rsidRPr="00204D1E">
          <w:rPr>
            <w:rFonts w:ascii="Calibri" w:hAnsi="Calibri" w:cs="Calibri"/>
            <w:color w:val="0000FF"/>
            <w:sz w:val="22"/>
            <w:szCs w:val="22"/>
            <w:u w:val="single"/>
          </w:rPr>
          <w:t>articles L. 2141-1 à L. 2141-5</w:t>
        </w:r>
      </w:hyperlink>
      <w:r w:rsidRPr="00204D1E">
        <w:rPr>
          <w:rFonts w:ascii="Calibri" w:hAnsi="Calibri" w:cs="Calibri"/>
          <w:sz w:val="22"/>
          <w:szCs w:val="22"/>
        </w:rPr>
        <w:t xml:space="preserve"> ou aux </w:t>
      </w:r>
      <w:hyperlink r:id="rId13" w:history="1">
        <w:r w:rsidRPr="00204D1E">
          <w:rPr>
            <w:rFonts w:ascii="Calibri" w:hAnsi="Calibri" w:cs="Calibri"/>
            <w:color w:val="0000FF"/>
            <w:sz w:val="22"/>
            <w:szCs w:val="22"/>
            <w:u w:val="single"/>
          </w:rPr>
          <w:t>articles L. 2141-7 à L. 2141-10</w:t>
        </w:r>
      </w:hyperlink>
      <w:r w:rsidRPr="00204D1E">
        <w:rPr>
          <w:rFonts w:ascii="Calibri" w:hAnsi="Calibri" w:cs="Calibri"/>
          <w:sz w:val="22"/>
          <w:szCs w:val="22"/>
        </w:rPr>
        <w:t xml:space="preserve"> du code de la commande publique (*)</w:t>
      </w:r>
      <w:r w:rsidRPr="001B5634">
        <w:rPr>
          <w:rFonts w:ascii="Calibri" w:hAnsi="Calibri" w:cs="Calibri"/>
          <w:sz w:val="22"/>
          <w:szCs w:val="22"/>
        </w:rPr>
        <w:t>.</w:t>
      </w:r>
    </w:p>
    <w:p w14:paraId="34B29694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</w:p>
    <w:p w14:paraId="42477AF7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Afin d’attester que le candidat individuel, ou chaque membre du groupement, n’est pas dans un de ces cas d’exclusion, cocher la case suivante : </w:t>
      </w: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</w:p>
    <w:p w14:paraId="4B452F58" w14:textId="77777777" w:rsidR="00204D1E" w:rsidRPr="001B5634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3836261A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106072D6" w14:textId="77777777" w:rsidR="00204D1E" w:rsidRPr="00204D1E" w:rsidRDefault="00204D1E" w:rsidP="00204D1E">
      <w:pPr>
        <w:jc w:val="both"/>
        <w:rPr>
          <w:rFonts w:ascii="Calibri" w:hAnsi="Calibri" w:cs="Calibri"/>
        </w:rPr>
      </w:pPr>
      <w:r w:rsidRPr="00204D1E">
        <w:rPr>
          <w:rFonts w:ascii="Calibri" w:hAnsi="Calibri" w:cs="Calibri"/>
        </w:rPr>
        <w:t xml:space="preserve">(*) Lorsqu'un opérateur économique est, au cours de la procédure de passation d'un marché, placé dans l'un des cas d'exclusion mentionnés aux </w:t>
      </w:r>
      <w:hyperlink r:id="rId14" w:history="1">
        <w:r w:rsidRPr="00204D1E">
          <w:rPr>
            <w:rFonts w:ascii="Calibri" w:hAnsi="Calibri" w:cs="Calibri"/>
            <w:color w:val="0000FF"/>
            <w:u w:val="single"/>
          </w:rPr>
          <w:t>articles L. 2141-1 à L. 2141-5</w:t>
        </w:r>
      </w:hyperlink>
      <w:r w:rsidRPr="00204D1E">
        <w:rPr>
          <w:rFonts w:ascii="Calibri" w:hAnsi="Calibri" w:cs="Calibri"/>
        </w:rPr>
        <w:t xml:space="preserve">, aux </w:t>
      </w:r>
      <w:hyperlink r:id="rId15" w:history="1">
        <w:r w:rsidRPr="00204D1E">
          <w:rPr>
            <w:rFonts w:ascii="Calibri" w:hAnsi="Calibri" w:cs="Calibri"/>
            <w:color w:val="0000FF"/>
            <w:u w:val="single"/>
          </w:rPr>
          <w:t>articles L. 2141-7 à L. 2141-10</w:t>
        </w:r>
      </w:hyperlink>
      <w:r w:rsidRPr="00204D1E">
        <w:rPr>
          <w:rFonts w:ascii="Calibri" w:hAnsi="Calibri" w:cs="Calibri"/>
        </w:rPr>
        <w:t xml:space="preserve"> ou aux </w:t>
      </w:r>
      <w:hyperlink r:id="rId16" w:history="1">
        <w:r w:rsidRPr="00204D1E">
          <w:rPr>
            <w:rFonts w:ascii="Calibri" w:hAnsi="Calibri" w:cs="Calibri"/>
            <w:color w:val="0000FF"/>
            <w:u w:val="single"/>
          </w:rPr>
          <w:t>articles L. 2341-1 à L. 2341-3</w:t>
        </w:r>
      </w:hyperlink>
      <w:r w:rsidRPr="00204D1E">
        <w:rPr>
          <w:rFonts w:ascii="Calibri" w:hAnsi="Calibri" w:cs="Calibri"/>
        </w:rPr>
        <w:t xml:space="preserve">  du code de la commande publique, il informe sans délai l'acheteur de ce changement de situation.</w:t>
      </w:r>
    </w:p>
    <w:p w14:paraId="5F2248D8" w14:textId="77777777" w:rsid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41515CC9" w14:textId="77777777" w:rsidR="001B5634" w:rsidRPr="001B5634" w:rsidRDefault="001B5634" w:rsidP="00204D1E">
      <w:pPr>
        <w:jc w:val="both"/>
        <w:rPr>
          <w:rFonts w:ascii="Calibri" w:hAnsi="Calibri" w:cs="Calibri"/>
          <w:sz w:val="22"/>
          <w:szCs w:val="22"/>
        </w:rPr>
      </w:pPr>
    </w:p>
    <w:p w14:paraId="69616E72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59D70D0A" w14:textId="77777777" w:rsidR="00204D1E" w:rsidRPr="00204D1E" w:rsidRDefault="00204D1E" w:rsidP="00204D1E">
      <w:pPr>
        <w:tabs>
          <w:tab w:val="left" w:pos="0"/>
          <w:tab w:val="left" w:pos="2160"/>
          <w:tab w:val="center" w:pos="4536"/>
          <w:tab w:val="right" w:pos="9072"/>
        </w:tabs>
        <w:jc w:val="both"/>
        <w:rPr>
          <w:rFonts w:ascii="Calibri" w:hAnsi="Calibri" w:cs="Calibri"/>
          <w:iCs/>
          <w:sz w:val="22"/>
          <w:szCs w:val="22"/>
        </w:rPr>
      </w:pPr>
      <w:r w:rsidRPr="00204D1E">
        <w:rPr>
          <w:rFonts w:ascii="Calibri" w:hAnsi="Calibri" w:cs="Calibri"/>
          <w:b/>
          <w:bCs/>
          <w:sz w:val="22"/>
          <w:szCs w:val="22"/>
        </w:rPr>
        <w:t xml:space="preserve">F2 – Documents de preuve disponibles en ligne </w:t>
      </w:r>
    </w:p>
    <w:p w14:paraId="2A1C1B9D" w14:textId="77777777" w:rsidR="00204D1E" w:rsidRPr="00204D1E" w:rsidRDefault="00204D1E" w:rsidP="00204D1E">
      <w:pPr>
        <w:tabs>
          <w:tab w:val="left" w:pos="864"/>
        </w:tabs>
        <w:rPr>
          <w:rFonts w:ascii="Calibri" w:hAnsi="Calibri" w:cs="Calibri"/>
          <w:sz w:val="22"/>
          <w:szCs w:val="22"/>
        </w:rPr>
      </w:pPr>
    </w:p>
    <w:p w14:paraId="135C2DDB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5257D98A" w14:textId="77777777" w:rsidR="00204D1E" w:rsidRPr="00204D1E" w:rsidRDefault="00204D1E" w:rsidP="00204D1E">
      <w:pPr>
        <w:jc w:val="both"/>
        <w:rPr>
          <w:rFonts w:ascii="Calibri" w:hAnsi="Calibri" w:cs="Calibri"/>
          <w:i/>
        </w:rPr>
      </w:pPr>
      <w:r w:rsidRPr="00204D1E">
        <w:rPr>
          <w:rFonts w:ascii="Calibri" w:hAnsi="Calibri" w:cs="Calibri"/>
          <w:i/>
        </w:rPr>
        <w:t>(Si l’adresse et les renseignements sont identiques à ceux fournis plus haut se contenter de renvoyer à la rubrique concernée)</w:t>
      </w:r>
    </w:p>
    <w:p w14:paraId="0F4158B4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58F4B580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- Adresse internet :</w:t>
      </w:r>
    </w:p>
    <w:p w14:paraId="3EE3CD9C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4453B8E8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5AE970F3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489EFDDB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- Renseignements nécessaires pour y accéder :</w:t>
      </w:r>
    </w:p>
    <w:p w14:paraId="167DA3C3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6D002436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397A2A8C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1EBF0B50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2221B65C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b/>
          <w:sz w:val="22"/>
          <w:szCs w:val="22"/>
        </w:rPr>
        <w:t>F3 - Capacités</w:t>
      </w:r>
    </w:p>
    <w:p w14:paraId="025DA70A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5DDDE646" w14:textId="77777777" w:rsidR="00204D1E" w:rsidRPr="00204D1E" w:rsidRDefault="00204D1E" w:rsidP="00204D1E">
      <w:pPr>
        <w:jc w:val="both"/>
        <w:rPr>
          <w:rFonts w:ascii="Calibri" w:hAnsi="Calibri" w:cs="Calibri"/>
          <w:i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Le candidat </w:t>
      </w:r>
      <w:r w:rsidRPr="00204D1E">
        <w:rPr>
          <w:rFonts w:ascii="Calibri" w:hAnsi="Calibri" w:cs="Calibri"/>
          <w:bCs/>
          <w:sz w:val="22"/>
          <w:szCs w:val="22"/>
        </w:rPr>
        <w:t>individuel, ou les membres du groupement,</w:t>
      </w:r>
      <w:r w:rsidRPr="00204D1E">
        <w:rPr>
          <w:rFonts w:ascii="Calibri" w:hAnsi="Calibri" w:cs="Calibri"/>
          <w:sz w:val="22"/>
          <w:szCs w:val="22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204D1E">
        <w:rPr>
          <w:rFonts w:ascii="Calibri" w:hAnsi="Calibri" w:cs="Calibri"/>
          <w:b/>
          <w:sz w:val="22"/>
          <w:szCs w:val="22"/>
        </w:rPr>
        <w:t xml:space="preserve"> </w:t>
      </w:r>
    </w:p>
    <w:p w14:paraId="24D7FBC0" w14:textId="77777777" w:rsidR="00204D1E" w:rsidRPr="00204D1E" w:rsidRDefault="00204D1E" w:rsidP="00204D1E">
      <w:pPr>
        <w:rPr>
          <w:rFonts w:ascii="Calibri" w:hAnsi="Calibri" w:cs="Calibri"/>
        </w:rPr>
      </w:pPr>
      <w:r w:rsidRPr="00204D1E">
        <w:rPr>
          <w:rFonts w:ascii="Calibri" w:hAnsi="Calibri" w:cs="Calibri"/>
          <w:i/>
        </w:rPr>
        <w:t>(Cocher la case correspondante)</w:t>
      </w:r>
    </w:p>
    <w:p w14:paraId="0CE1C9F2" w14:textId="77777777" w:rsidR="00204D1E" w:rsidRPr="00204D1E" w:rsidRDefault="00204D1E" w:rsidP="00204D1E">
      <w:pPr>
        <w:rPr>
          <w:rFonts w:ascii="Calibri" w:hAnsi="Calibri" w:cs="Calibri"/>
          <w:sz w:val="22"/>
          <w:szCs w:val="22"/>
        </w:rPr>
      </w:pPr>
    </w:p>
    <w:p w14:paraId="4D0D108C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  <w:r w:rsidRPr="00204D1E">
        <w:rPr>
          <w:rFonts w:ascii="Calibri" w:hAnsi="Calibri" w:cs="Calibri"/>
          <w:sz w:val="22"/>
          <w:szCs w:val="22"/>
        </w:rPr>
        <w:t> </w:t>
      </w:r>
      <w:proofErr w:type="gramStart"/>
      <w:r w:rsidRPr="00204D1E">
        <w:rPr>
          <w:rFonts w:ascii="Calibri" w:hAnsi="Calibri" w:cs="Calibri"/>
          <w:sz w:val="22"/>
          <w:szCs w:val="22"/>
        </w:rPr>
        <w:t>le</w:t>
      </w:r>
      <w:proofErr w:type="gramEnd"/>
      <w:r w:rsidRPr="00204D1E">
        <w:rPr>
          <w:rFonts w:ascii="Calibri" w:hAnsi="Calibri" w:cs="Calibri"/>
          <w:sz w:val="22"/>
          <w:szCs w:val="22"/>
        </w:rPr>
        <w:t xml:space="preserve"> formulaire DC2.</w:t>
      </w:r>
      <w:r w:rsidRPr="00204D1E">
        <w:rPr>
          <w:rFonts w:ascii="Calibri" w:hAnsi="Calibri" w:cs="Calibri"/>
          <w:sz w:val="22"/>
          <w:szCs w:val="22"/>
        </w:rPr>
        <w:tab/>
      </w: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  <w:r w:rsidRPr="00204D1E">
        <w:rPr>
          <w:rFonts w:ascii="Calibri" w:hAnsi="Calibri" w:cs="Calibri"/>
          <w:sz w:val="22"/>
          <w:szCs w:val="22"/>
        </w:rPr>
        <w:t> </w:t>
      </w:r>
      <w:proofErr w:type="gramStart"/>
      <w:r w:rsidRPr="00204D1E">
        <w:rPr>
          <w:rFonts w:ascii="Calibri" w:hAnsi="Calibri" w:cs="Calibri"/>
          <w:sz w:val="22"/>
          <w:szCs w:val="22"/>
        </w:rPr>
        <w:t>les</w:t>
      </w:r>
      <w:proofErr w:type="gramEnd"/>
      <w:r w:rsidRPr="00204D1E">
        <w:rPr>
          <w:rFonts w:ascii="Calibri" w:hAnsi="Calibri" w:cs="Calibri"/>
          <w:sz w:val="22"/>
          <w:szCs w:val="22"/>
        </w:rPr>
        <w:t xml:space="preserve"> documents établissant ses capacités, tels que demandés dans les documents de la consultation (*)</w:t>
      </w:r>
      <w:r w:rsidRPr="001B5634">
        <w:rPr>
          <w:rFonts w:ascii="Calibri" w:hAnsi="Calibri" w:cs="Calibri"/>
          <w:sz w:val="22"/>
          <w:szCs w:val="22"/>
        </w:rPr>
        <w:t>.</w:t>
      </w:r>
    </w:p>
    <w:p w14:paraId="09409737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</w:p>
    <w:p w14:paraId="0DF5CFFB" w14:textId="77777777" w:rsidR="00204D1E" w:rsidRPr="00204D1E" w:rsidRDefault="00204D1E" w:rsidP="00204D1E">
      <w:pPr>
        <w:jc w:val="both"/>
        <w:rPr>
          <w:rFonts w:ascii="Calibri" w:hAnsi="Calibri" w:cs="Calibri"/>
        </w:rPr>
      </w:pPr>
      <w:r w:rsidRPr="00204D1E">
        <w:rPr>
          <w:rFonts w:ascii="Calibri" w:hAnsi="Calibri" w:cs="Calibri"/>
        </w:rPr>
        <w:t>(*)</w:t>
      </w:r>
      <w:r w:rsidRPr="001B5634">
        <w:rPr>
          <w:rFonts w:ascii="Calibri" w:hAnsi="Calibri" w:cs="Calibri"/>
        </w:rPr>
        <w:t xml:space="preserve"> L</w:t>
      </w:r>
      <w:r w:rsidRPr="00204D1E">
        <w:rPr>
          <w:rFonts w:ascii="Calibri" w:hAnsi="Calibri" w:cs="Calibri"/>
        </w:rPr>
        <w:t xml:space="preserve">es candidats ne sont tenus de fournir que des informations ; dans ce cas, s’ils peuvent décider de fournir les documents de preuve de la satisfaction aux conditions de participation au stade de la candidature, ils n’y sont </w:t>
      </w:r>
      <w:r w:rsidRPr="00204D1E">
        <w:rPr>
          <w:rFonts w:ascii="Calibri" w:hAnsi="Calibri" w:cs="Calibri"/>
          <w:u w:val="single"/>
        </w:rPr>
        <w:t>en aucun</w:t>
      </w:r>
      <w:r w:rsidRPr="00204D1E">
        <w:rPr>
          <w:rFonts w:ascii="Calibri" w:hAnsi="Calibri" w:cs="Calibri"/>
        </w:rPr>
        <w:t xml:space="preserve"> cas tenus et l’acheteur ne peut juridiquement les y obliger.</w:t>
      </w:r>
    </w:p>
    <w:p w14:paraId="2A389019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</w:p>
    <w:p w14:paraId="56FCE699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3F275B6A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63EAD78F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435C71ED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4C8B56EE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1892CD64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52DE4281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33AA2C26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226C8D1E" w14:textId="77777777" w:rsidR="00A36C13" w:rsidRPr="00A36C13" w:rsidRDefault="00A36C13" w:rsidP="00A36C13">
      <w:pPr>
        <w:ind w:left="4536" w:hanging="3990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6C13" w:rsidRPr="00A36C13" w14:paraId="5C5F1071" w14:textId="77777777" w:rsidTr="00AC0E29">
        <w:tc>
          <w:tcPr>
            <w:tcW w:w="10277" w:type="dxa"/>
            <w:shd w:val="clear" w:color="auto" w:fill="66CCFF"/>
          </w:tcPr>
          <w:p w14:paraId="396E6D2C" w14:textId="2492D981" w:rsidR="00A36C13" w:rsidRPr="00A36C13" w:rsidRDefault="000A4485" w:rsidP="00A36C1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</w:t>
            </w:r>
            <w:r w:rsidR="00A36C13" w:rsidRPr="00A36C1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Désignation du mandataire </w:t>
            </w:r>
            <w:r w:rsidR="00A36C13" w:rsidRPr="00A36C13">
              <w:rPr>
                <w:rFonts w:ascii="Calibri" w:hAnsi="Calibri" w:cs="Calibri"/>
                <w:b/>
                <w:i/>
              </w:rPr>
              <w:t>(en cas de groupement)</w:t>
            </w:r>
          </w:p>
        </w:tc>
      </w:tr>
    </w:tbl>
    <w:p w14:paraId="4606A8A0" w14:textId="77777777" w:rsidR="00A36C13" w:rsidRPr="00A36C13" w:rsidRDefault="00A36C13" w:rsidP="00A36C13">
      <w:pPr>
        <w:jc w:val="both"/>
        <w:rPr>
          <w:rFonts w:ascii="Calibri" w:hAnsi="Calibri" w:cs="Calibri"/>
        </w:rPr>
      </w:pPr>
    </w:p>
    <w:p w14:paraId="087FD958" w14:textId="77777777" w:rsidR="00A36C13" w:rsidRPr="00A36C13" w:rsidRDefault="00A36C13" w:rsidP="00A36C13">
      <w:pPr>
        <w:rPr>
          <w:rFonts w:ascii="Calibri" w:hAnsi="Calibri" w:cs="Calibri"/>
          <w:i/>
          <w:sz w:val="22"/>
          <w:szCs w:val="22"/>
        </w:rPr>
      </w:pPr>
      <w:r w:rsidRPr="00A36C13">
        <w:rPr>
          <w:rFonts w:ascii="Calibri" w:hAnsi="Calibri" w:cs="Calibri"/>
          <w:sz w:val="22"/>
          <w:szCs w:val="22"/>
        </w:rPr>
        <w:t>Les membres du groupement désignent le mandataire suivant :</w:t>
      </w:r>
    </w:p>
    <w:p w14:paraId="2BC1C8EE" w14:textId="77777777" w:rsidR="00A36C13" w:rsidRPr="001B5634" w:rsidRDefault="00A36C13" w:rsidP="00A36C13">
      <w:pPr>
        <w:tabs>
          <w:tab w:val="center" w:pos="709"/>
          <w:tab w:val="right" w:pos="9072"/>
        </w:tabs>
        <w:rPr>
          <w:rFonts w:ascii="Calibri" w:hAnsi="Calibri" w:cs="Calibri"/>
        </w:rPr>
      </w:pPr>
    </w:p>
    <w:p w14:paraId="444622A2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Nom commercial et dénomination sociale de l’unité ou de l’établissement qui exécutera la prestation :</w:t>
      </w:r>
    </w:p>
    <w:p w14:paraId="51AB8854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C99D270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42AD6F2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A84EDF6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8A9CD82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 xml:space="preserve">Adresse postale et du siège social </w:t>
      </w:r>
      <w:r w:rsidRPr="001B5634">
        <w:rPr>
          <w:rFonts w:ascii="Calibri" w:hAnsi="Calibri" w:cs="Calibri"/>
          <w:i/>
          <w:iCs/>
          <w:sz w:val="22"/>
          <w:szCs w:val="22"/>
        </w:rPr>
        <w:t>(si elle est différente de l’adresse postale)</w:t>
      </w:r>
      <w:r w:rsidRPr="001B5634">
        <w:rPr>
          <w:rFonts w:ascii="Calibri" w:hAnsi="Calibri" w:cs="Calibri"/>
          <w:sz w:val="22"/>
          <w:szCs w:val="22"/>
        </w:rPr>
        <w:t> :</w:t>
      </w:r>
    </w:p>
    <w:p w14:paraId="353DD795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084436D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D1B6D57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03E53AE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21D3971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Adresse électronique :</w:t>
      </w:r>
    </w:p>
    <w:p w14:paraId="56316802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0700B43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56CF0D1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F5F55D8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Numéro de téléphone :</w:t>
      </w:r>
    </w:p>
    <w:p w14:paraId="676D2A17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1F4A066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00BA666A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09F79F91" w14:textId="77777777" w:rsidR="00A36C13" w:rsidRPr="001B5634" w:rsidRDefault="00A36C13" w:rsidP="001B5634">
      <w:pPr>
        <w:numPr>
          <w:ilvl w:val="0"/>
          <w:numId w:val="12"/>
        </w:num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7" w:history="1">
        <w:r w:rsidRPr="001B5634">
          <w:rPr>
            <w:rFonts w:ascii="Calibri" w:hAnsi="Calibri" w:cs="Calibri"/>
            <w:color w:val="0000FF"/>
            <w:sz w:val="22"/>
            <w:szCs w:val="22"/>
            <w:u w:val="single"/>
          </w:rPr>
          <w:t>ICD</w:t>
        </w:r>
      </w:hyperlink>
      <w:r w:rsidRPr="001B5634">
        <w:rPr>
          <w:rFonts w:ascii="Calibri" w:hAnsi="Calibri" w:cs="Calibri"/>
          <w:sz w:val="22"/>
          <w:szCs w:val="22"/>
        </w:rPr>
        <w:t xml:space="preserve"> : </w:t>
      </w:r>
    </w:p>
    <w:p w14:paraId="7BB133D9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581EFDAF" w14:textId="77777777" w:rsidR="00A36C13" w:rsidRPr="001B5634" w:rsidRDefault="00A36C13" w:rsidP="001B5634">
      <w:pPr>
        <w:tabs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37F70FBF" w14:textId="77777777" w:rsidR="00A36C13" w:rsidRPr="00A36C13" w:rsidRDefault="00A36C13" w:rsidP="001B5634">
      <w:pPr>
        <w:tabs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1C23DED1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</w:p>
    <w:p w14:paraId="2727B5E5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</w:p>
    <w:p w14:paraId="3979CDFC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  <w:r w:rsidRPr="00A36C13">
        <w:rPr>
          <w:rFonts w:ascii="Calibri" w:hAnsi="Calibri" w:cs="Calibri"/>
          <w:sz w:val="22"/>
          <w:szCs w:val="22"/>
        </w:rPr>
        <w:t xml:space="preserve">Le mandataire devra fournir, si le groupement est désigné attributaire, un document d’habilitation par les autres membres du groupement et précisant les conditions de cette habilitation. </w:t>
      </w:r>
    </w:p>
    <w:p w14:paraId="10E01471" w14:textId="77777777" w:rsidR="00A36C13" w:rsidRPr="00A36C13" w:rsidRDefault="00A36C13" w:rsidP="00A36C13">
      <w:pPr>
        <w:rPr>
          <w:rFonts w:ascii="Calibri" w:hAnsi="Calibri" w:cs="Calibri"/>
          <w:sz w:val="22"/>
          <w:szCs w:val="22"/>
        </w:rPr>
      </w:pPr>
    </w:p>
    <w:p w14:paraId="7F7CE8FF" w14:textId="77777777" w:rsidR="00D2186D" w:rsidRPr="001B5634" w:rsidRDefault="00D2186D" w:rsidP="00D2186D">
      <w:pPr>
        <w:tabs>
          <w:tab w:val="left" w:pos="1540"/>
        </w:tabs>
        <w:rPr>
          <w:rFonts w:ascii="Calibri" w:hAnsi="Calibri" w:cs="Calibri"/>
          <w:sz w:val="22"/>
          <w:szCs w:val="22"/>
        </w:rPr>
      </w:pPr>
    </w:p>
    <w:sectPr w:rsidR="00D2186D" w:rsidRPr="001B5634">
      <w:footerReference w:type="default" r:id="rId18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712EA" w14:textId="77777777" w:rsidR="00873F12" w:rsidRDefault="00873F12">
      <w:r>
        <w:separator/>
      </w:r>
    </w:p>
  </w:endnote>
  <w:endnote w:type="continuationSeparator" w:id="0">
    <w:p w14:paraId="7D9CCF82" w14:textId="77777777" w:rsidR="00873F12" w:rsidRDefault="0087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600591FB" w14:textId="77777777" w:rsidTr="00375A35">
      <w:tc>
        <w:tcPr>
          <w:tcW w:w="2119" w:type="pct"/>
          <w:vAlign w:val="center"/>
        </w:tcPr>
        <w:p w14:paraId="10397807" w14:textId="77777777" w:rsidR="0008002A" w:rsidRDefault="0008002A" w:rsidP="00375A35">
          <w:pPr>
            <w:pStyle w:val="Pieddepage"/>
            <w:rPr>
              <w:rFonts w:ascii="Calibri" w:hAnsi="Calibri" w:cs="Calibri"/>
            </w:rPr>
          </w:pPr>
          <w:r w:rsidRPr="0008002A">
            <w:rPr>
              <w:rFonts w:ascii="Calibri" w:hAnsi="Calibri" w:cs="Calibri"/>
            </w:rPr>
            <w:t xml:space="preserve">DC1 – Lettre de candidature </w:t>
          </w:r>
        </w:p>
        <w:p w14:paraId="07BE5A58" w14:textId="2332CE31" w:rsidR="00375A35" w:rsidRPr="00375A35" w:rsidRDefault="0008002A" w:rsidP="00375A35">
          <w:pPr>
            <w:pStyle w:val="Pieddepage"/>
            <w:rPr>
              <w:rFonts w:ascii="Calibri" w:hAnsi="Calibri" w:cs="Calibri"/>
            </w:rPr>
          </w:pPr>
          <w:r w:rsidRPr="005D7CAB">
            <w:rPr>
              <w:rFonts w:ascii="Calibri" w:hAnsi="Calibri" w:cs="Calibri"/>
            </w:rPr>
            <w:t>Consultation</w:t>
          </w:r>
          <w:r w:rsidR="00375A35" w:rsidRPr="005D7CAB">
            <w:rPr>
              <w:rFonts w:ascii="Calibri" w:hAnsi="Calibri" w:cs="Calibri"/>
            </w:rPr>
            <w:t xml:space="preserve"> n° 20</w:t>
          </w:r>
          <w:r w:rsidR="005D7CAB" w:rsidRPr="005D7CAB">
            <w:rPr>
              <w:rFonts w:ascii="Calibri" w:hAnsi="Calibri" w:cs="Calibri"/>
            </w:rPr>
            <w:t>26</w:t>
          </w:r>
          <w:r w:rsidR="00375A35" w:rsidRPr="005D7CAB">
            <w:rPr>
              <w:rFonts w:ascii="Calibri" w:hAnsi="Calibri" w:cs="Calibri"/>
            </w:rPr>
            <w:t>DG</w:t>
          </w:r>
          <w:r w:rsidR="005D7CAB" w:rsidRPr="005D7CAB">
            <w:rPr>
              <w:rFonts w:ascii="Calibri" w:hAnsi="Calibri" w:cs="Calibri"/>
            </w:rPr>
            <w:t>18</w:t>
          </w:r>
        </w:p>
      </w:tc>
      <w:tc>
        <w:tcPr>
          <w:tcW w:w="687" w:type="pct"/>
          <w:vAlign w:val="center"/>
        </w:tcPr>
        <w:p w14:paraId="2C9CA57B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10852C6A" w14:textId="77777777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1B5634">
            <w:rPr>
              <w:rFonts w:ascii="Calibri" w:hAnsi="Calibri" w:cs="Calibri"/>
              <w:sz w:val="18"/>
              <w:szCs w:val="18"/>
            </w:rPr>
            <w:t>10</w:t>
          </w:r>
          <w:r w:rsidR="00D02365" w:rsidRPr="00D02365">
            <w:rPr>
              <w:rFonts w:ascii="Calibri" w:hAnsi="Calibri" w:cs="Calibri"/>
              <w:sz w:val="18"/>
              <w:szCs w:val="18"/>
            </w:rPr>
            <w:t>/09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50BE4238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AB557" w14:textId="77777777" w:rsidR="00873F12" w:rsidRDefault="00873F12">
      <w:r>
        <w:separator/>
      </w:r>
    </w:p>
  </w:footnote>
  <w:footnote w:type="continuationSeparator" w:id="0">
    <w:p w14:paraId="164B3193" w14:textId="77777777" w:rsidR="00873F12" w:rsidRDefault="00873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5"/>
  </w:num>
  <w:num w:numId="6" w16cid:durableId="6953834">
    <w:abstractNumId w:val="11"/>
  </w:num>
  <w:num w:numId="7" w16cid:durableId="1727071654">
    <w:abstractNumId w:val="4"/>
  </w:num>
  <w:num w:numId="8" w16cid:durableId="1328555320">
    <w:abstractNumId w:val="6"/>
  </w:num>
  <w:num w:numId="9" w16cid:durableId="1167523885">
    <w:abstractNumId w:val="8"/>
  </w:num>
  <w:num w:numId="10" w16cid:durableId="1297491004">
    <w:abstractNumId w:val="7"/>
  </w:num>
  <w:num w:numId="11" w16cid:durableId="637415860">
    <w:abstractNumId w:val="3"/>
  </w:num>
  <w:num w:numId="12" w16cid:durableId="121176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03D"/>
    <w:rsid w:val="00002836"/>
    <w:rsid w:val="00036500"/>
    <w:rsid w:val="00053087"/>
    <w:rsid w:val="00067F94"/>
    <w:rsid w:val="0008002A"/>
    <w:rsid w:val="00097DE0"/>
    <w:rsid w:val="000A2E05"/>
    <w:rsid w:val="000A4485"/>
    <w:rsid w:val="000A6166"/>
    <w:rsid w:val="000E0020"/>
    <w:rsid w:val="000E7C68"/>
    <w:rsid w:val="00156924"/>
    <w:rsid w:val="00166B56"/>
    <w:rsid w:val="00174505"/>
    <w:rsid w:val="001B5634"/>
    <w:rsid w:val="001C2F73"/>
    <w:rsid w:val="001C40C0"/>
    <w:rsid w:val="001C733C"/>
    <w:rsid w:val="001D61B4"/>
    <w:rsid w:val="00204D1E"/>
    <w:rsid w:val="0021527A"/>
    <w:rsid w:val="0021797C"/>
    <w:rsid w:val="00225A1A"/>
    <w:rsid w:val="002576ED"/>
    <w:rsid w:val="00264664"/>
    <w:rsid w:val="002904AF"/>
    <w:rsid w:val="00297F44"/>
    <w:rsid w:val="002C2B79"/>
    <w:rsid w:val="002C2CA3"/>
    <w:rsid w:val="002C4B3E"/>
    <w:rsid w:val="002C6669"/>
    <w:rsid w:val="002C79D6"/>
    <w:rsid w:val="002E56C1"/>
    <w:rsid w:val="00323B3F"/>
    <w:rsid w:val="00332B12"/>
    <w:rsid w:val="00333C82"/>
    <w:rsid w:val="00354C04"/>
    <w:rsid w:val="00375A35"/>
    <w:rsid w:val="00382AAE"/>
    <w:rsid w:val="00385E76"/>
    <w:rsid w:val="003A7270"/>
    <w:rsid w:val="003D02ED"/>
    <w:rsid w:val="003D7D9D"/>
    <w:rsid w:val="00420328"/>
    <w:rsid w:val="0043706E"/>
    <w:rsid w:val="0044597F"/>
    <w:rsid w:val="004534E8"/>
    <w:rsid w:val="004A5D91"/>
    <w:rsid w:val="004A7169"/>
    <w:rsid w:val="004C5755"/>
    <w:rsid w:val="004E2E84"/>
    <w:rsid w:val="004E75A6"/>
    <w:rsid w:val="004F0A9E"/>
    <w:rsid w:val="00514DAF"/>
    <w:rsid w:val="00532EC7"/>
    <w:rsid w:val="005370F6"/>
    <w:rsid w:val="00541CA3"/>
    <w:rsid w:val="005546A9"/>
    <w:rsid w:val="005719C5"/>
    <w:rsid w:val="005824AE"/>
    <w:rsid w:val="005846FB"/>
    <w:rsid w:val="00587F58"/>
    <w:rsid w:val="005A05C1"/>
    <w:rsid w:val="005A4A3B"/>
    <w:rsid w:val="005A4CB5"/>
    <w:rsid w:val="005B2316"/>
    <w:rsid w:val="005D7CAB"/>
    <w:rsid w:val="005F0DCE"/>
    <w:rsid w:val="005F4367"/>
    <w:rsid w:val="00602C9C"/>
    <w:rsid w:val="00605982"/>
    <w:rsid w:val="0061068C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B703D"/>
    <w:rsid w:val="006C4338"/>
    <w:rsid w:val="006F3DF9"/>
    <w:rsid w:val="006F4C34"/>
    <w:rsid w:val="007060E5"/>
    <w:rsid w:val="00710FD6"/>
    <w:rsid w:val="00730A78"/>
    <w:rsid w:val="0073206E"/>
    <w:rsid w:val="00757151"/>
    <w:rsid w:val="00772555"/>
    <w:rsid w:val="00776831"/>
    <w:rsid w:val="007909E0"/>
    <w:rsid w:val="0079785C"/>
    <w:rsid w:val="007A3691"/>
    <w:rsid w:val="007D4001"/>
    <w:rsid w:val="007D7A65"/>
    <w:rsid w:val="007F68A6"/>
    <w:rsid w:val="0083205E"/>
    <w:rsid w:val="00840934"/>
    <w:rsid w:val="00844DAA"/>
    <w:rsid w:val="008450C7"/>
    <w:rsid w:val="008677D7"/>
    <w:rsid w:val="00873F12"/>
    <w:rsid w:val="00876A73"/>
    <w:rsid w:val="00887A0F"/>
    <w:rsid w:val="008A5426"/>
    <w:rsid w:val="008B2A38"/>
    <w:rsid w:val="008B5DB2"/>
    <w:rsid w:val="009016A1"/>
    <w:rsid w:val="00915319"/>
    <w:rsid w:val="00930A5C"/>
    <w:rsid w:val="00934503"/>
    <w:rsid w:val="00953956"/>
    <w:rsid w:val="00972598"/>
    <w:rsid w:val="00983FF3"/>
    <w:rsid w:val="0099288E"/>
    <w:rsid w:val="009B1CD0"/>
    <w:rsid w:val="009B45B9"/>
    <w:rsid w:val="009C4738"/>
    <w:rsid w:val="009D661E"/>
    <w:rsid w:val="009D6BBF"/>
    <w:rsid w:val="00A148B0"/>
    <w:rsid w:val="00A31697"/>
    <w:rsid w:val="00A34D04"/>
    <w:rsid w:val="00A36C13"/>
    <w:rsid w:val="00A40C95"/>
    <w:rsid w:val="00AA7015"/>
    <w:rsid w:val="00AE40FF"/>
    <w:rsid w:val="00AE7831"/>
    <w:rsid w:val="00B02608"/>
    <w:rsid w:val="00B0289C"/>
    <w:rsid w:val="00B054DA"/>
    <w:rsid w:val="00B87564"/>
    <w:rsid w:val="00B94F3E"/>
    <w:rsid w:val="00BA44E5"/>
    <w:rsid w:val="00BD767E"/>
    <w:rsid w:val="00BE6078"/>
    <w:rsid w:val="00BF1156"/>
    <w:rsid w:val="00C15ED4"/>
    <w:rsid w:val="00C23457"/>
    <w:rsid w:val="00C630AD"/>
    <w:rsid w:val="00C7512B"/>
    <w:rsid w:val="00C7513A"/>
    <w:rsid w:val="00C76944"/>
    <w:rsid w:val="00C83930"/>
    <w:rsid w:val="00C875D6"/>
    <w:rsid w:val="00C91060"/>
    <w:rsid w:val="00C911FE"/>
    <w:rsid w:val="00CB32A8"/>
    <w:rsid w:val="00CD185D"/>
    <w:rsid w:val="00CD46CC"/>
    <w:rsid w:val="00CE67FD"/>
    <w:rsid w:val="00CF46D1"/>
    <w:rsid w:val="00D02365"/>
    <w:rsid w:val="00D2186D"/>
    <w:rsid w:val="00D26AD2"/>
    <w:rsid w:val="00D337D7"/>
    <w:rsid w:val="00D412FD"/>
    <w:rsid w:val="00D46BC7"/>
    <w:rsid w:val="00D90A00"/>
    <w:rsid w:val="00DB020B"/>
    <w:rsid w:val="00E20DB0"/>
    <w:rsid w:val="00E47798"/>
    <w:rsid w:val="00E74C76"/>
    <w:rsid w:val="00E85D79"/>
    <w:rsid w:val="00E930B1"/>
    <w:rsid w:val="00E96FF6"/>
    <w:rsid w:val="00EC23D1"/>
    <w:rsid w:val="00F03624"/>
    <w:rsid w:val="00F1786B"/>
    <w:rsid w:val="00F40D0A"/>
    <w:rsid w:val="00F53427"/>
    <w:rsid w:val="00F92811"/>
    <w:rsid w:val="00FC2046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F012B4E"/>
  <w15:chartTrackingRefBased/>
  <w15:docId w15:val="{5A1BDCBF-2842-4E87-A3D7-9DBF19B9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hyperlink" Target="http://metadata-stds.org/Document-library/Draft-standards/6523-Identification-of-Organizations/ICD_list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10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ches-publics@ac-cned.fr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Documents%20types\Documents%20proc&#233;dure%20M.P\2%20-%20R&#233;daction%20et%20publication\Formulaire%20DC\MOD%20-%20DAMP%20-%20DC1%20-%20V2025%2009%20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- DAMP - DC1 - V2025 09 10.dotx</Template>
  <TotalTime>4</TotalTime>
  <Pages>5</Pages>
  <Words>1071</Words>
  <Characters>5891</Characters>
  <Application>Microsoft Office Word</Application>
  <DocSecurity>0</DocSecurity>
  <Lines>49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>_Modèle recommandé : le service peut l’adapter le cas échéant_DC1_</vt:lpstr>
      <vt:lpstr>    Le formulaire DC1 est un modèle de lettre de candidature, qui peut être utilisé </vt:lpstr>
      <vt:lpstr>    En cas d’allotissement, ce document peut être commun à plusieurs lots.</vt:lpstr>
      <vt:lpstr>La candidature est présentée (Cocher la case correspondante) :</vt:lpstr>
      <vt:lpstr/>
      <vt:lpstr>pour le marché public (en cas de non allotissement) ;</vt:lpstr>
    </vt:vector>
  </TitlesOfParts>
  <Company>MINEFI</Company>
  <LinksUpToDate>false</LinksUpToDate>
  <CharactersWithSpaces>6949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3</cp:revision>
  <cp:lastPrinted>2016-11-04T12:53:00Z</cp:lastPrinted>
  <dcterms:created xsi:type="dcterms:W3CDTF">2026-02-11T15:07:00Z</dcterms:created>
  <dcterms:modified xsi:type="dcterms:W3CDTF">2026-02-11T15:43:00Z</dcterms:modified>
</cp:coreProperties>
</file>